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09AA13CE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r w:rsidR="00C24812">
        <w:rPr>
          <w:rStyle w:val="Strong"/>
          <w:rFonts w:asciiTheme="minorHAnsi" w:hAnsiTheme="minorHAnsi" w:cstheme="minorHAnsi"/>
          <w:lang w:val="en-GB"/>
        </w:rPr>
        <w:t>22-SS004-23</w:t>
      </w:r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800D50" w:rsidRDefault="00C44890" w:rsidP="00C44890">
      <w:pPr>
        <w:pStyle w:val="Heading2"/>
      </w:pPr>
      <w:bookmarkStart w:id="0" w:name="_Toc419729571"/>
      <w:bookmarkStart w:id="1" w:name="_Toc11156577"/>
      <w:r w:rsidRPr="00800D50">
        <w:lastRenderedPageBreak/>
        <w:t>Specification</w:t>
      </w:r>
      <w:bookmarkEnd w:id="0"/>
    </w:p>
    <w:p w14:paraId="24A7EEAB" w14:textId="7A348239" w:rsidR="00C44890" w:rsidRPr="00800D50" w:rsidRDefault="00C44890" w:rsidP="00345B6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800D50">
        <w:rPr>
          <w:lang w:val="en-GB"/>
        </w:rPr>
        <w:t>Background</w:t>
      </w:r>
      <w:bookmarkEnd w:id="2"/>
      <w:bookmarkEnd w:id="3"/>
    </w:p>
    <w:p w14:paraId="18BB4285" w14:textId="3DBAFB40" w:rsidR="009B72D7" w:rsidRPr="00800D50" w:rsidRDefault="00345B60" w:rsidP="00345B60">
      <w:pPr>
        <w:rPr>
          <w:lang w:val="en-GB"/>
        </w:rPr>
      </w:pPr>
      <w:r w:rsidRPr="00800D50">
        <w:rPr>
          <w:lang w:val="en-GB"/>
        </w:rPr>
        <w:t xml:space="preserve">This procurement </w:t>
      </w:r>
      <w:r w:rsidR="009B72D7" w:rsidRPr="00800D50">
        <w:rPr>
          <w:lang w:val="en-GB"/>
        </w:rPr>
        <w:t>raised is for</w:t>
      </w:r>
      <w:r w:rsidR="00E17DCA" w:rsidRPr="00800D50">
        <w:rPr>
          <w:lang w:val="en-GB"/>
        </w:rPr>
        <w:t xml:space="preserve"> a security service for the</w:t>
      </w:r>
      <w:r w:rsidR="009B72D7" w:rsidRPr="00800D50">
        <w:rPr>
          <w:lang w:val="en-GB"/>
        </w:rPr>
        <w:t xml:space="preserve"> whole of</w:t>
      </w:r>
      <w:r w:rsidR="00E17DCA" w:rsidRPr="00800D50">
        <w:rPr>
          <w:lang w:val="en-GB"/>
        </w:rPr>
        <w:t xml:space="preserve"> MHMS premises. The major objective of this procurement is to seek list</w:t>
      </w:r>
      <w:r w:rsidR="009B72D7" w:rsidRPr="00800D50">
        <w:rPr>
          <w:lang w:val="en-GB"/>
        </w:rPr>
        <w:t xml:space="preserve"> </w:t>
      </w:r>
      <w:r w:rsidR="00E17DCA" w:rsidRPr="00800D50">
        <w:rPr>
          <w:lang w:val="en-GB"/>
        </w:rPr>
        <w:t xml:space="preserve">of security service providers to supply security services </w:t>
      </w:r>
      <w:r w:rsidR="009B72D7" w:rsidRPr="00800D50">
        <w:rPr>
          <w:lang w:val="en-GB"/>
        </w:rPr>
        <w:t xml:space="preserve">to </w:t>
      </w:r>
      <w:r w:rsidR="00E17DCA" w:rsidRPr="00800D50">
        <w:rPr>
          <w:lang w:val="en-GB"/>
        </w:rPr>
        <w:t xml:space="preserve">MHMS compounds </w:t>
      </w:r>
      <w:r w:rsidR="009B72D7" w:rsidRPr="00800D50">
        <w:rPr>
          <w:lang w:val="en-GB"/>
        </w:rPr>
        <w:t xml:space="preserve">on a one-year contract </w:t>
      </w:r>
      <w:r w:rsidR="00E17DCA" w:rsidRPr="00800D50">
        <w:rPr>
          <w:lang w:val="en-GB"/>
        </w:rPr>
        <w:t>depending on the performance of the</w:t>
      </w:r>
      <w:r w:rsidR="009B72D7" w:rsidRPr="00800D50">
        <w:rPr>
          <w:lang w:val="en-GB"/>
        </w:rPr>
        <w:t xml:space="preserve"> security firm</w:t>
      </w:r>
      <w:r w:rsidR="00E17DCA" w:rsidRPr="00800D50">
        <w:rPr>
          <w:lang w:val="en-GB"/>
        </w:rPr>
        <w:t>.</w:t>
      </w:r>
    </w:p>
    <w:p w14:paraId="539E9C69" w14:textId="25F13A90" w:rsidR="00345B60" w:rsidRPr="00800D50" w:rsidRDefault="009B72D7" w:rsidP="00345B60">
      <w:pPr>
        <w:rPr>
          <w:lang w:val="en-GB"/>
        </w:rPr>
      </w:pPr>
      <w:r w:rsidRPr="00800D50">
        <w:rPr>
          <w:lang w:val="en-GB"/>
        </w:rPr>
        <w:t xml:space="preserve">The security firm plays a crucial role in patrol and surveillance of the compounds under the Ministry, control the influx of visitors, administer </w:t>
      </w:r>
      <w:r w:rsidR="00915BAF" w:rsidRPr="00800D50">
        <w:rPr>
          <w:lang w:val="en-GB"/>
        </w:rPr>
        <w:t>disturbances to patients and staffs ensuring their well-being an</w:t>
      </w:r>
      <w:r w:rsidR="008D590A" w:rsidRPr="00800D50">
        <w:rPr>
          <w:lang w:val="en-GB"/>
        </w:rPr>
        <w:t xml:space="preserve">d safety is prominently protected. </w:t>
      </w:r>
    </w:p>
    <w:p w14:paraId="000280F4" w14:textId="1A2FB770" w:rsidR="00C44890" w:rsidRPr="00800D50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800D50">
        <w:rPr>
          <w:rFonts w:cs="Calibri"/>
          <w:lang w:val="en-GB"/>
        </w:rPr>
        <w:t>Requirements</w:t>
      </w:r>
    </w:p>
    <w:p w14:paraId="63B9B8A8" w14:textId="72493194" w:rsidR="002A4740" w:rsidRPr="00800D50" w:rsidRDefault="00C44890" w:rsidP="00C44890">
      <w:pPr>
        <w:rPr>
          <w:lang w:val="en-GB"/>
        </w:rPr>
      </w:pPr>
      <w:bookmarkStart w:id="6" w:name="_Toc308102003"/>
      <w:r w:rsidRPr="00800D50">
        <w:rPr>
          <w:lang w:val="en-GB"/>
        </w:rPr>
        <w:t>All supporting documentation must be in English.</w:t>
      </w:r>
    </w:p>
    <w:p w14:paraId="66386632" w14:textId="18809F4C" w:rsidR="009B72D7" w:rsidRPr="00800D50" w:rsidRDefault="009B72D7" w:rsidP="00C44890">
      <w:pPr>
        <w:rPr>
          <w:lang w:val="en-GB"/>
        </w:rPr>
      </w:pPr>
      <w:r w:rsidRPr="00800D50">
        <w:rPr>
          <w:lang w:val="en-GB"/>
        </w:rPr>
        <w:t xml:space="preserve">The service provider must be willing to </w:t>
      </w:r>
      <w:r w:rsidR="00482B30" w:rsidRPr="00800D50">
        <w:rPr>
          <w:lang w:val="en-GB"/>
        </w:rPr>
        <w:t xml:space="preserve">comply with requirements from the MHMS on reporting. </w:t>
      </w:r>
    </w:p>
    <w:p w14:paraId="1FAB4B7A" w14:textId="5DD37B17" w:rsidR="00C44890" w:rsidRPr="00800D50" w:rsidRDefault="00C44890" w:rsidP="00E17DCA">
      <w:pPr>
        <w:pStyle w:val="Heading3"/>
        <w:rPr>
          <w:lang w:val="en-GB"/>
        </w:rPr>
      </w:pPr>
      <w:bookmarkStart w:id="7" w:name="_Toc419729578"/>
      <w:bookmarkEnd w:id="6"/>
      <w:r w:rsidRPr="00800D50">
        <w:rPr>
          <w:lang w:val="en-GB"/>
        </w:rPr>
        <w:t>Delivery Time</w:t>
      </w:r>
      <w:bookmarkEnd w:id="7"/>
    </w:p>
    <w:p w14:paraId="10A03E37" w14:textId="48B911E5" w:rsidR="00E17DCA" w:rsidRPr="00800D50" w:rsidRDefault="00283FC9" w:rsidP="00E17DCA">
      <w:pPr>
        <w:rPr>
          <w:lang w:val="en-GB"/>
        </w:rPr>
      </w:pPr>
      <w:r w:rsidRPr="00800D50">
        <w:rPr>
          <w:lang w:val="en-GB"/>
        </w:rPr>
        <w:t>As soon as possible</w:t>
      </w:r>
    </w:p>
    <w:bookmarkEnd w:id="4"/>
    <w:bookmarkEnd w:id="5"/>
    <w:p w14:paraId="625DFCD7" w14:textId="4BAAB2AE" w:rsidR="00C44890" w:rsidRPr="00800D50" w:rsidRDefault="00C44890" w:rsidP="00C44890">
      <w:pPr>
        <w:pStyle w:val="Heading2"/>
      </w:pPr>
      <w:r w:rsidRPr="00800D50">
        <w:t xml:space="preserve">Description of the </w:t>
      </w:r>
      <w:r w:rsidR="00DF7901" w:rsidRPr="00800D50">
        <w:t>Services</w:t>
      </w:r>
      <w:bookmarkEnd w:id="1"/>
      <w:r w:rsidR="00F879D5" w:rsidRPr="00800D50">
        <w:rPr>
          <w:rFonts w:cs="Calibri"/>
        </w:rPr>
        <w:t xml:space="preserve"> to be </w:t>
      </w:r>
      <w:r w:rsidR="00283FC9" w:rsidRPr="00800D50">
        <w:rPr>
          <w:rFonts w:cs="Calibri"/>
        </w:rPr>
        <w:t>provided.</w:t>
      </w:r>
    </w:p>
    <w:p w14:paraId="107815C1" w14:textId="77777777" w:rsidR="00C44890" w:rsidRPr="00800D50" w:rsidRDefault="00C44890" w:rsidP="00C44890">
      <w:pPr>
        <w:rPr>
          <w:i/>
          <w:iCs/>
          <w:lang w:val="en-GB"/>
        </w:rPr>
      </w:pPr>
      <w:r w:rsidRPr="00800D50">
        <w:rPr>
          <w:i/>
          <w:iCs/>
          <w:lang w:val="en-GB"/>
        </w:rPr>
        <w:t>Here, list all items to be Tendered</w:t>
      </w:r>
    </w:p>
    <w:p w14:paraId="69E741C9" w14:textId="48F842FC" w:rsidR="00C44890" w:rsidRPr="00800D50" w:rsidRDefault="00C44890" w:rsidP="00C44890">
      <w:pPr>
        <w:rPr>
          <w:i/>
          <w:iCs/>
          <w:lang w:val="en-GB"/>
        </w:rPr>
      </w:pPr>
      <w:r w:rsidRPr="00800D50">
        <w:rPr>
          <w:i/>
          <w:iCs/>
          <w:lang w:val="en-GB"/>
        </w:rPr>
        <w:t xml:space="preserve">(This part may be replaced by a proprietary </w:t>
      </w:r>
      <w:r w:rsidR="00D84D1E" w:rsidRPr="00800D50">
        <w:rPr>
          <w:i/>
          <w:iCs/>
          <w:lang w:val="en-GB"/>
        </w:rPr>
        <w:t>Service Provider</w:t>
      </w:r>
      <w:r w:rsidRPr="00800D50">
        <w:rPr>
          <w:i/>
          <w:iCs/>
          <w:lang w:val="en-GB"/>
        </w:rPr>
        <w:t xml:space="preserve"> description)</w:t>
      </w:r>
    </w:p>
    <w:p w14:paraId="67D3B075" w14:textId="77777777" w:rsidR="00C44890" w:rsidRPr="00800D50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769"/>
        <w:gridCol w:w="1843"/>
      </w:tblGrid>
      <w:tr w:rsidR="00D84D1E" w:rsidRPr="00800D50" w14:paraId="7BA20976" w14:textId="59B94A2B" w:rsidTr="00D84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800D50" w:rsidRDefault="00D84D1E" w:rsidP="00C44890">
            <w:pPr>
              <w:rPr>
                <w:lang w:val="en-GB"/>
              </w:rPr>
            </w:pPr>
            <w:r w:rsidRPr="00800D50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D84D1E" w:rsidRPr="00800D50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Description</w:t>
            </w:r>
          </w:p>
        </w:tc>
        <w:tc>
          <w:tcPr>
            <w:tcW w:w="1769" w:type="dxa"/>
          </w:tcPr>
          <w:p w14:paraId="7FE7D34C" w14:textId="558241B6" w:rsidR="00D84D1E" w:rsidRPr="00800D50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Delivery Time (to be Tendered)</w:t>
            </w:r>
          </w:p>
        </w:tc>
        <w:tc>
          <w:tcPr>
            <w:tcW w:w="1843" w:type="dxa"/>
          </w:tcPr>
          <w:p w14:paraId="345F2A9D" w14:textId="307D1751" w:rsidR="00D84D1E" w:rsidRPr="00800D50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Price (to be Tendered)</w:t>
            </w:r>
          </w:p>
        </w:tc>
      </w:tr>
      <w:tr w:rsidR="00D84D1E" w:rsidRPr="00800D50" w14:paraId="6E6D2AD2" w14:textId="41F29E74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5D8333BD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TCH Head Quarters </w:t>
            </w:r>
          </w:p>
        </w:tc>
        <w:tc>
          <w:tcPr>
            <w:tcW w:w="1769" w:type="dxa"/>
          </w:tcPr>
          <w:p w14:paraId="7E3C67F5" w14:textId="72B6A073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13B5A4AE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800D50" w14:paraId="774E0324" w14:textId="3A7B673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25854C44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Old Pharmacy </w:t>
            </w:r>
          </w:p>
        </w:tc>
        <w:tc>
          <w:tcPr>
            <w:tcW w:w="1769" w:type="dxa"/>
          </w:tcPr>
          <w:p w14:paraId="78733891" w14:textId="1C994F13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B32EE03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800D50" w14:paraId="4278F09A" w14:textId="5BE1C4CD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43AADF33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Meeria Ward </w:t>
            </w:r>
          </w:p>
        </w:tc>
        <w:tc>
          <w:tcPr>
            <w:tcW w:w="1769" w:type="dxa"/>
          </w:tcPr>
          <w:p w14:paraId="56EC4DFE" w14:textId="28602834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7F47D2E5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800D50" w14:paraId="50AC8E16" w14:textId="0172A70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D84D1E" w:rsidRPr="00800D50" w:rsidRDefault="00D84D1E" w:rsidP="00C44890">
            <w:pPr>
              <w:rPr>
                <w:b w:val="0"/>
                <w:bCs w:val="0"/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3C51DBA7" w:rsidR="00D84D1E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Maungan DOT </w:t>
            </w:r>
          </w:p>
        </w:tc>
        <w:tc>
          <w:tcPr>
            <w:tcW w:w="1769" w:type="dxa"/>
          </w:tcPr>
          <w:p w14:paraId="5B9DD2CB" w14:textId="29A778A9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67DCF78" w14:textId="77777777" w:rsidR="00D84D1E" w:rsidRPr="00800D50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346A2804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DF28EA" w14:textId="678DECAE" w:rsidR="00482B30" w:rsidRPr="00800D50" w:rsidRDefault="00482B30" w:rsidP="00C44890">
            <w:pPr>
              <w:rPr>
                <w:lang w:val="en-GB"/>
              </w:rPr>
            </w:pPr>
            <w:r w:rsidRPr="00800D50">
              <w:rPr>
                <w:b w:val="0"/>
                <w:bCs w:val="0"/>
                <w:lang w:val="en-GB"/>
              </w:rPr>
              <w:t>5</w:t>
            </w:r>
          </w:p>
        </w:tc>
        <w:tc>
          <w:tcPr>
            <w:tcW w:w="4678" w:type="dxa"/>
          </w:tcPr>
          <w:p w14:paraId="493192B1" w14:textId="7A64DEDF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KTM Office </w:t>
            </w:r>
          </w:p>
        </w:tc>
        <w:tc>
          <w:tcPr>
            <w:tcW w:w="1769" w:type="dxa"/>
          </w:tcPr>
          <w:p w14:paraId="0DD5698B" w14:textId="104FE940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F3EB9C9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441BF2CD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625F4BF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92B1F1A" w14:textId="01437711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Otintaai Hotel Ward Entrance</w:t>
            </w:r>
          </w:p>
        </w:tc>
        <w:tc>
          <w:tcPr>
            <w:tcW w:w="1769" w:type="dxa"/>
          </w:tcPr>
          <w:p w14:paraId="4654E882" w14:textId="5A9D4C1D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268A8AE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618A5056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91A834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56EE9401" w14:textId="0D1AC3AC" w:rsidR="00482B30" w:rsidRPr="00800D50" w:rsidRDefault="008D590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Ward Entrance</w:t>
            </w:r>
          </w:p>
        </w:tc>
        <w:tc>
          <w:tcPr>
            <w:tcW w:w="1769" w:type="dxa"/>
          </w:tcPr>
          <w:p w14:paraId="19B0BE49" w14:textId="6BBD68D2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C80BAC8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79173BB7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7E75CD0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1E077B2" w14:textId="130871D1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Betio Hospital </w:t>
            </w:r>
          </w:p>
        </w:tc>
        <w:tc>
          <w:tcPr>
            <w:tcW w:w="1769" w:type="dxa"/>
          </w:tcPr>
          <w:p w14:paraId="7B5CC339" w14:textId="14B6F66F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30BA6090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409A5C75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F691BA5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E56464F" w14:textId="5844A5F8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Minister’s House</w:t>
            </w:r>
          </w:p>
        </w:tc>
        <w:tc>
          <w:tcPr>
            <w:tcW w:w="1769" w:type="dxa"/>
          </w:tcPr>
          <w:p w14:paraId="5ED41578" w14:textId="05283FCA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09489575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18D6F0A5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173A583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3CA16EFA" w14:textId="2BF8AFCB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Bairiki Clinic </w:t>
            </w:r>
          </w:p>
        </w:tc>
        <w:tc>
          <w:tcPr>
            <w:tcW w:w="1769" w:type="dxa"/>
          </w:tcPr>
          <w:p w14:paraId="182B453D" w14:textId="7837AC89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F0BF586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236EC3AF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652DCB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B9A9273" w14:textId="492DAC6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Ambo Clinic </w:t>
            </w:r>
          </w:p>
        </w:tc>
        <w:tc>
          <w:tcPr>
            <w:tcW w:w="1769" w:type="dxa"/>
          </w:tcPr>
          <w:p w14:paraId="63F1071D" w14:textId="6C0AB456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30AACC5C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734B0A7A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D4B7E9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1A04BD9" w14:textId="1133032C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 xml:space="preserve">Teaoraereke Clinic </w:t>
            </w:r>
          </w:p>
        </w:tc>
        <w:tc>
          <w:tcPr>
            <w:tcW w:w="1769" w:type="dxa"/>
          </w:tcPr>
          <w:p w14:paraId="1D8A9462" w14:textId="6A55D6B5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686B3131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431AE97B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84DD110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4C5A1772" w14:textId="78004B4B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Eita Clinic</w:t>
            </w:r>
          </w:p>
        </w:tc>
        <w:tc>
          <w:tcPr>
            <w:tcW w:w="1769" w:type="dxa"/>
          </w:tcPr>
          <w:p w14:paraId="374258F1" w14:textId="7A1ACC1F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075AD7F1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800D50" w14:paraId="23DC4243" w14:textId="77777777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E689162" w14:textId="77777777" w:rsidR="00482B30" w:rsidRPr="00800D50" w:rsidRDefault="00482B30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C9E35EA" w14:textId="7D25F8F0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800D50">
              <w:rPr>
                <w:lang w:val="en-GB"/>
              </w:rPr>
              <w:t>Medical Ward (KSON)</w:t>
            </w:r>
          </w:p>
        </w:tc>
        <w:tc>
          <w:tcPr>
            <w:tcW w:w="1769" w:type="dxa"/>
          </w:tcPr>
          <w:p w14:paraId="0C873FA2" w14:textId="7115B074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3BA0D370" w14:textId="77777777" w:rsidR="00482B30" w:rsidRPr="00800D50" w:rsidRDefault="00482B3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82B30" w:rsidRPr="00742463" w14:paraId="745F5E73" w14:textId="77777777" w:rsidTr="00D84D1E">
        <w:tc>
          <w:tcPr>
            <w:tcW w:w="636" w:type="dxa"/>
          </w:tcPr>
          <w:p w14:paraId="4A743D9D" w14:textId="77777777" w:rsidR="00482B30" w:rsidRPr="00800D50" w:rsidRDefault="00482B30" w:rsidP="00C44890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686C9C28" w14:textId="328EF4BA" w:rsidR="00482B30" w:rsidRPr="00800D50" w:rsidRDefault="00482B30" w:rsidP="00C44890">
            <w:pPr>
              <w:rPr>
                <w:lang w:val="en-GB"/>
              </w:rPr>
            </w:pPr>
            <w:r w:rsidRPr="00800D50">
              <w:rPr>
                <w:lang w:val="en-GB"/>
              </w:rPr>
              <w:t xml:space="preserve">Kiritimati Hospital </w:t>
            </w:r>
          </w:p>
        </w:tc>
        <w:tc>
          <w:tcPr>
            <w:tcW w:w="1769" w:type="dxa"/>
          </w:tcPr>
          <w:p w14:paraId="29AF887E" w14:textId="681F4142" w:rsidR="00482B30" w:rsidRPr="00742463" w:rsidRDefault="00482B30" w:rsidP="00C44890">
            <w:pPr>
              <w:rPr>
                <w:lang w:val="en-GB"/>
              </w:rPr>
            </w:pPr>
            <w:bookmarkStart w:id="8" w:name="_GoBack"/>
            <w:bookmarkEnd w:id="8"/>
          </w:p>
        </w:tc>
        <w:tc>
          <w:tcPr>
            <w:tcW w:w="1843" w:type="dxa"/>
          </w:tcPr>
          <w:p w14:paraId="4E141B12" w14:textId="77777777" w:rsidR="00482B30" w:rsidRPr="00742463" w:rsidRDefault="00482B30" w:rsidP="00C44890">
            <w:pPr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CDB7D" w14:textId="77777777" w:rsidR="00B05305" w:rsidRDefault="00B05305">
      <w:r>
        <w:separator/>
      </w:r>
    </w:p>
  </w:endnote>
  <w:endnote w:type="continuationSeparator" w:id="0">
    <w:p w14:paraId="1341CCD1" w14:textId="77777777" w:rsidR="00B05305" w:rsidRDefault="00B05305">
      <w:r>
        <w:continuationSeparator/>
      </w:r>
    </w:p>
  </w:endnote>
  <w:endnote w:type="continuationNotice" w:id="1">
    <w:p w14:paraId="694B3C05" w14:textId="77777777" w:rsidR="00B05305" w:rsidRDefault="00B053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E5F8D2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00D50">
      <w:rPr>
        <w:noProof/>
      </w:rPr>
      <w:t>2023-10-24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6AEBD" w14:textId="77777777" w:rsidR="00B05305" w:rsidRDefault="00B05305">
      <w:r>
        <w:separator/>
      </w:r>
    </w:p>
  </w:footnote>
  <w:footnote w:type="continuationSeparator" w:id="0">
    <w:p w14:paraId="3076F87E" w14:textId="77777777" w:rsidR="00B05305" w:rsidRDefault="00B05305">
      <w:r>
        <w:continuationSeparator/>
      </w:r>
    </w:p>
  </w:footnote>
  <w:footnote w:type="continuationNotice" w:id="1">
    <w:p w14:paraId="13981A9C" w14:textId="77777777" w:rsidR="00B05305" w:rsidRDefault="00B053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272F9C1A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879D5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D84D1E">
      <w:rPr>
        <w:rStyle w:val="Strong"/>
        <w:rFonts w:asciiTheme="minorHAnsi" w:hAnsiTheme="minorHAnsi" w:cstheme="minorHAnsi"/>
        <w:lang w:val="en-GB"/>
      </w:rPr>
      <w:t>22</w:t>
    </w:r>
    <w:r w:rsidR="00D84D1E" w:rsidRPr="00D84D1E">
      <w:rPr>
        <w:rStyle w:val="Strong"/>
        <w:rFonts w:asciiTheme="minorHAnsi" w:hAnsiTheme="minorHAnsi" w:cstheme="minorHAnsi"/>
        <w:lang w:val="en-GB"/>
      </w:rPr>
      <w:t>-</w:t>
    </w:r>
    <w:r w:rsidR="00C24812">
      <w:rPr>
        <w:rStyle w:val="Strong"/>
        <w:rFonts w:asciiTheme="minorHAnsi" w:hAnsiTheme="minorHAnsi" w:cstheme="minorHAnsi"/>
        <w:lang w:val="en-GB"/>
      </w:rPr>
      <w:t>SS</w:t>
    </w:r>
    <w:r w:rsidR="00D84D1E" w:rsidRPr="00F879D5">
      <w:rPr>
        <w:rStyle w:val="Strong"/>
        <w:rFonts w:asciiTheme="minorHAnsi" w:hAnsiTheme="minorHAnsi" w:cstheme="minorHAnsi"/>
        <w:lang w:val="en-GB"/>
      </w:rPr>
      <w:t>00</w:t>
    </w:r>
    <w:r w:rsidR="006043EE">
      <w:rPr>
        <w:rFonts w:asciiTheme="minorHAnsi" w:hAnsiTheme="minorHAnsi" w:cs="Calibri"/>
        <w:sz w:val="20"/>
      </w:rPr>
      <w:fldChar w:fldCharType="end"/>
    </w:r>
    <w:r w:rsidR="00C24812" w:rsidRPr="00C24812">
      <w:rPr>
        <w:rStyle w:val="Strong"/>
        <w:rFonts w:cstheme="minorHAnsi"/>
        <w:lang w:val="en-GB"/>
      </w:rPr>
      <w:t>4-23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2B5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0CAC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1428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57D3"/>
    <w:rsid w:val="002761F3"/>
    <w:rsid w:val="00280823"/>
    <w:rsid w:val="00281936"/>
    <w:rsid w:val="00283FC9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B60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2B30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D50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90A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BAF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79B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2D7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0AB1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05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4812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17DCA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C63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3B06C5-C0DE-41CA-A234-85E4B648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3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2023-10-23T01:01:00Z</dcterms:created>
  <dcterms:modified xsi:type="dcterms:W3CDTF">2023-10-24T04:07:00Z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